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F0649" w14:textId="1D80BE4C" w:rsidR="0015782D" w:rsidRDefault="0015782D" w:rsidP="0015782D">
      <w:r>
        <w:t xml:space="preserve">Příloha č. </w:t>
      </w:r>
      <w:r w:rsidR="008F3C04">
        <w:t>5</w:t>
      </w:r>
      <w:r w:rsidR="006937DA">
        <w:t xml:space="preserve"> </w:t>
      </w:r>
      <w:r>
        <w:t>Rámcové dohody</w:t>
      </w:r>
    </w:p>
    <w:p w14:paraId="27B0FBCF" w14:textId="3C5AEE3B" w:rsidR="0015782D" w:rsidRDefault="0015782D" w:rsidP="0015782D">
      <w:pPr>
        <w:pStyle w:val="Nadpis"/>
      </w:pPr>
      <w:r w:rsidRPr="009F4204">
        <w:t>Oprávněné</w:t>
      </w:r>
      <w:r>
        <w:t xml:space="preserve"> osoby</w:t>
      </w:r>
      <w:r w:rsidR="00BC47E0">
        <w:t xml:space="preserve"> a realizační tým</w:t>
      </w:r>
    </w:p>
    <w:p w14:paraId="4BB8ED25" w14:textId="2869C5FB" w:rsidR="0015782D" w:rsidRPr="00BB7BB7" w:rsidRDefault="0015782D" w:rsidP="0015782D">
      <w:pPr>
        <w:pStyle w:val="Nadpis"/>
      </w:pPr>
    </w:p>
    <w:p w14:paraId="106E8015" w14:textId="77777777" w:rsidR="0015782D" w:rsidRPr="00EF7E21" w:rsidRDefault="0015782D" w:rsidP="0015782D">
      <w:pPr>
        <w:rPr>
          <w:rStyle w:val="Siln"/>
          <w:rFonts w:asciiTheme="majorHAnsi" w:hAnsiTheme="majorHAnsi"/>
          <w:szCs w:val="18"/>
        </w:rPr>
      </w:pPr>
      <w:r w:rsidRPr="00EF7E21">
        <w:rPr>
          <w:rStyle w:val="Siln"/>
          <w:rFonts w:asciiTheme="majorHAnsi" w:hAnsiTheme="majorHAnsi"/>
          <w:szCs w:val="18"/>
        </w:rPr>
        <w:t>Za Objednatele:</w:t>
      </w:r>
    </w:p>
    <w:p w14:paraId="7A345EB9" w14:textId="77777777" w:rsidR="0015782D" w:rsidRPr="00EF7E21" w:rsidRDefault="0015782D" w:rsidP="0015782D">
      <w:pPr>
        <w:pStyle w:val="1l"/>
        <w:rPr>
          <w:rFonts w:asciiTheme="majorHAnsi" w:hAnsiTheme="majorHAnsi"/>
          <w:b/>
          <w:bCs/>
          <w:i/>
          <w:iCs/>
          <w:szCs w:val="18"/>
        </w:rPr>
      </w:pPr>
      <w:r w:rsidRPr="00EF7E21">
        <w:rPr>
          <w:rFonts w:asciiTheme="majorHAnsi" w:hAnsiTheme="majorHAnsi"/>
          <w:szCs w:val="18"/>
        </w:rPr>
        <w:t>ve věcech smluvních a obchodních: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15782D" w:rsidRPr="0015782D" w14:paraId="4B6F7035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2C8C8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D77F3" w14:textId="77777777" w:rsidR="0015782D" w:rsidRPr="00BA1C49" w:rsidRDefault="0015782D" w:rsidP="000571A1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BA1C49">
              <w:rPr>
                <w:rFonts w:asciiTheme="majorHAnsi" w:hAnsiTheme="majorHAnsi"/>
                <w:szCs w:val="18"/>
                <w:highlight w:val="yellow"/>
              </w:rPr>
              <w:fldChar w:fldCharType="begin"/>
            </w:r>
            <w:r w:rsidRPr="007535C5">
              <w:rPr>
                <w:rFonts w:asciiTheme="majorHAnsi" w:hAnsiTheme="majorHAnsi"/>
                <w:szCs w:val="18"/>
                <w:highlight w:val="yellow"/>
              </w:rPr>
              <w:instrText xml:space="preserve"> MACROBUTTON  VložitŠirokouMezeru "[VLOŽÍ OBJEDNATEL]" </w:instrText>
            </w:r>
            <w:r w:rsidRPr="00BA1C49">
              <w:rPr>
                <w:rFonts w:asciiTheme="majorHAnsi" w:hAnsiTheme="majorHAnsi"/>
                <w:szCs w:val="18"/>
                <w:highlight w:val="yellow"/>
              </w:rPr>
              <w:fldChar w:fldCharType="end"/>
            </w:r>
          </w:p>
        </w:tc>
      </w:tr>
      <w:tr w:rsidR="0015782D" w:rsidRPr="0015782D" w14:paraId="0811CED7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06D4F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E3130" w14:textId="77777777" w:rsidR="0015782D" w:rsidRPr="00BA1C49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yellow"/>
                <w:lang w:eastAsia="en-US"/>
              </w:rPr>
            </w:pPr>
            <w:r w:rsidRPr="00BA1C49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begin"/>
            </w:r>
            <w:r w:rsidRPr="007535C5">
              <w:rPr>
                <w:rFonts w:asciiTheme="majorHAnsi" w:hAnsiTheme="majorHAnsi" w:cstheme="minorHAnsi"/>
                <w:highlight w:val="yellow"/>
                <w:lang w:eastAsia="en-US"/>
              </w:rPr>
              <w:instrText xml:space="preserve"> MACROBUTTON  VložitŠirokouMezeru "[VLOŽÍ OBJEDNATEL]" </w:instrText>
            </w:r>
            <w:r w:rsidRPr="00BA1C49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end"/>
            </w:r>
          </w:p>
        </w:tc>
      </w:tr>
      <w:tr w:rsidR="0015782D" w:rsidRPr="0015782D" w14:paraId="66737370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8BDC3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4A965" w14:textId="77777777" w:rsidR="0015782D" w:rsidRPr="00BA1C49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yellow"/>
                <w:lang w:eastAsia="en-US"/>
              </w:rPr>
            </w:pPr>
            <w:r w:rsidRPr="00BA1C49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begin"/>
            </w:r>
            <w:r w:rsidRPr="007535C5">
              <w:rPr>
                <w:rFonts w:asciiTheme="majorHAnsi" w:hAnsiTheme="majorHAnsi" w:cstheme="minorHAnsi"/>
                <w:highlight w:val="yellow"/>
                <w:lang w:eastAsia="en-US"/>
              </w:rPr>
              <w:instrText xml:space="preserve"> MACROBUTTON  VložitŠirokouMezeru "[VLOŽÍ OBJEDNATEL]" </w:instrText>
            </w:r>
            <w:r w:rsidRPr="00BA1C49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55A26486" w14:textId="77777777" w:rsidR="0015782D" w:rsidRPr="00EF7E21" w:rsidRDefault="0015782D" w:rsidP="0015782D">
      <w:pPr>
        <w:pStyle w:val="1l"/>
        <w:rPr>
          <w:rFonts w:asciiTheme="majorHAnsi" w:hAnsiTheme="majorHAnsi"/>
          <w:b/>
          <w:bCs/>
          <w:i/>
          <w:iCs/>
          <w:szCs w:val="18"/>
        </w:rPr>
      </w:pPr>
      <w:r w:rsidRPr="00EF7E21">
        <w:rPr>
          <w:rFonts w:asciiTheme="majorHAnsi" w:hAnsiTheme="majorHAnsi"/>
          <w:szCs w:val="18"/>
        </w:rPr>
        <w:t>ve věcech technických:</w:t>
      </w:r>
    </w:p>
    <w:tbl>
      <w:tblPr>
        <w:tblW w:w="793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5"/>
        <w:gridCol w:w="5833"/>
      </w:tblGrid>
      <w:tr w:rsidR="0015782D" w:rsidRPr="0015782D" w14:paraId="5BB5968D" w14:textId="77777777" w:rsidTr="00EF7E21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743B7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DB7EC" w14:textId="77777777" w:rsidR="0015782D" w:rsidRPr="00BA1C49" w:rsidRDefault="0015782D" w:rsidP="000571A1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BA1C49">
              <w:rPr>
                <w:rFonts w:asciiTheme="majorHAnsi" w:hAnsiTheme="majorHAnsi"/>
                <w:szCs w:val="18"/>
                <w:highlight w:val="yellow"/>
              </w:rPr>
              <w:fldChar w:fldCharType="begin"/>
            </w:r>
            <w:r w:rsidRPr="007535C5">
              <w:rPr>
                <w:rFonts w:asciiTheme="majorHAnsi" w:hAnsiTheme="majorHAnsi"/>
                <w:szCs w:val="18"/>
                <w:highlight w:val="yellow"/>
              </w:rPr>
              <w:instrText xml:space="preserve"> MACROBUTTON  VložitŠirokouMezeru "[VLOŽÍ OBJEDNATEL]" </w:instrText>
            </w:r>
            <w:r w:rsidRPr="00BA1C49">
              <w:rPr>
                <w:rFonts w:asciiTheme="majorHAnsi" w:hAnsiTheme="majorHAnsi"/>
                <w:szCs w:val="18"/>
                <w:highlight w:val="yellow"/>
              </w:rPr>
              <w:fldChar w:fldCharType="end"/>
            </w:r>
          </w:p>
        </w:tc>
      </w:tr>
      <w:tr w:rsidR="0015782D" w:rsidRPr="0015782D" w14:paraId="55E864A3" w14:textId="77777777" w:rsidTr="00EF7E21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D7371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2962E" w14:textId="77777777" w:rsidR="0015782D" w:rsidRPr="00BA1C49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yellow"/>
                <w:lang w:eastAsia="en-US"/>
              </w:rPr>
            </w:pPr>
            <w:r w:rsidRPr="00BA1C49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begin"/>
            </w:r>
            <w:r w:rsidRPr="007535C5">
              <w:rPr>
                <w:rFonts w:asciiTheme="majorHAnsi" w:hAnsiTheme="majorHAnsi" w:cstheme="minorHAnsi"/>
                <w:highlight w:val="yellow"/>
                <w:lang w:eastAsia="en-US"/>
              </w:rPr>
              <w:instrText xml:space="preserve"> MACROBUTTON  VložitŠirokouMezeru "[VLOŽÍ OBJEDNATEL]" </w:instrText>
            </w:r>
            <w:r w:rsidRPr="00BA1C49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end"/>
            </w:r>
          </w:p>
        </w:tc>
      </w:tr>
      <w:tr w:rsidR="0015782D" w:rsidRPr="0015782D" w14:paraId="3844029E" w14:textId="77777777" w:rsidTr="00EF7E21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99DB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03BD4" w14:textId="77777777" w:rsidR="0015782D" w:rsidRPr="00BA1C49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yellow"/>
                <w:lang w:eastAsia="en-US"/>
              </w:rPr>
            </w:pPr>
            <w:r w:rsidRPr="00BA1C49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begin"/>
            </w:r>
            <w:r w:rsidRPr="007535C5">
              <w:rPr>
                <w:rFonts w:asciiTheme="majorHAnsi" w:hAnsiTheme="majorHAnsi" w:cstheme="minorHAnsi"/>
                <w:highlight w:val="yellow"/>
                <w:lang w:eastAsia="en-US"/>
              </w:rPr>
              <w:instrText xml:space="preserve"> MACROBUTTON  VložitŠirokouMezeru "[VLOŽÍ OBJEDNATEL]" </w:instrText>
            </w:r>
            <w:r w:rsidRPr="00BA1C49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41A11139" w14:textId="77777777" w:rsidR="0015782D" w:rsidRPr="00EF7E21" w:rsidRDefault="0015782D" w:rsidP="0015782D">
      <w:pPr>
        <w:rPr>
          <w:rStyle w:val="Siln"/>
          <w:rFonts w:asciiTheme="majorHAnsi" w:hAnsiTheme="majorHAnsi"/>
          <w:szCs w:val="18"/>
        </w:rPr>
      </w:pPr>
      <w:r w:rsidRPr="00EF7E21">
        <w:rPr>
          <w:rStyle w:val="Siln"/>
          <w:rFonts w:asciiTheme="majorHAnsi" w:hAnsiTheme="majorHAnsi"/>
          <w:szCs w:val="18"/>
        </w:rPr>
        <w:t>Za Zhotovitele:</w:t>
      </w:r>
    </w:p>
    <w:p w14:paraId="5B1E9A76" w14:textId="77777777" w:rsidR="0015782D" w:rsidRPr="00EF7E21" w:rsidRDefault="0015782D" w:rsidP="0015782D">
      <w:pPr>
        <w:pStyle w:val="1l"/>
        <w:numPr>
          <w:ilvl w:val="0"/>
          <w:numId w:val="36"/>
        </w:numPr>
        <w:rPr>
          <w:rFonts w:asciiTheme="majorHAnsi" w:hAnsiTheme="majorHAnsi"/>
          <w:szCs w:val="18"/>
        </w:rPr>
      </w:pPr>
      <w:r w:rsidRPr="00EF7E21">
        <w:rPr>
          <w:rFonts w:asciiTheme="majorHAnsi" w:hAnsiTheme="majorHAnsi"/>
          <w:szCs w:val="18"/>
        </w:rPr>
        <w:t xml:space="preserve">ve věcech smluvních a obchodních: 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15782D" w:rsidRPr="0015782D" w14:paraId="0E58BB78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88A24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868CA" w14:textId="77777777" w:rsidR="0015782D" w:rsidRPr="00BA1C49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BA1C49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7535C5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BA1C49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4C72515F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C92E7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Adresa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C9D7B" w14:textId="77777777" w:rsidR="0015782D" w:rsidRPr="00BA1C49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BA1C49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7535C5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BA1C49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16F2E2D1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8939C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3A94D" w14:textId="77777777" w:rsidR="0015782D" w:rsidRPr="00BA1C49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BA1C49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7535C5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BA1C49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31AE5E06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4185B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7503E" w14:textId="77777777" w:rsidR="0015782D" w:rsidRPr="00BA1C49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BA1C49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7535C5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BA1C49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</w:tbl>
    <w:p w14:paraId="0959DDA1" w14:textId="77777777" w:rsidR="0015782D" w:rsidRPr="00EF7E21" w:rsidRDefault="0015782D" w:rsidP="0015782D">
      <w:pPr>
        <w:pStyle w:val="1l"/>
        <w:rPr>
          <w:rFonts w:asciiTheme="majorHAnsi" w:hAnsiTheme="majorHAnsi"/>
          <w:szCs w:val="18"/>
        </w:rPr>
      </w:pPr>
      <w:r w:rsidRPr="00EF7E21">
        <w:rPr>
          <w:rFonts w:asciiTheme="majorHAnsi" w:hAnsiTheme="majorHAnsi"/>
          <w:szCs w:val="18"/>
        </w:rPr>
        <w:t>ve věcech technických: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15782D" w:rsidRPr="0015782D" w14:paraId="215E8AFD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82DF9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8840D" w14:textId="77777777" w:rsidR="0015782D" w:rsidRPr="00BA1C49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BA1C49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7535C5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BA1C49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44037D6F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6E274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Adresa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A4E1C" w14:textId="77777777" w:rsidR="0015782D" w:rsidRPr="00BA1C49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BA1C49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7535C5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BA1C49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60AA91C3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FEF81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3FC16" w14:textId="77777777" w:rsidR="0015782D" w:rsidRPr="00BA1C49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BA1C49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7535C5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BA1C49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1F6A05FB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6C168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664E9" w14:textId="77777777" w:rsidR="0015782D" w:rsidRPr="00BA1C49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BA1C49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7535C5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BA1C49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</w:tbl>
    <w:p w14:paraId="18278B16" w14:textId="77777777" w:rsidR="00BB7BB7" w:rsidRDefault="00BB7BB7" w:rsidP="002C063B">
      <w:pPr>
        <w:pStyle w:val="Odstbez"/>
      </w:pPr>
    </w:p>
    <w:p w14:paraId="3CA54439" w14:textId="320A79EA" w:rsidR="00BB7BB7" w:rsidRDefault="00BB7BB7" w:rsidP="00BB7BB7">
      <w:pPr>
        <w:pStyle w:val="1l"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t>realizační tým</w:t>
      </w:r>
      <w:r w:rsidRPr="00EF7E21">
        <w:rPr>
          <w:rFonts w:asciiTheme="majorHAnsi" w:hAnsiTheme="majorHAnsi"/>
          <w:szCs w:val="18"/>
        </w:rPr>
        <w:t>:</w:t>
      </w:r>
    </w:p>
    <w:p w14:paraId="78C30011" w14:textId="33583B62" w:rsidR="00BB7BB7" w:rsidRPr="00BA1C49" w:rsidRDefault="00BB7BB7" w:rsidP="00BA1C49">
      <w:pPr>
        <w:pStyle w:val="Odstbez"/>
      </w:pPr>
      <w:r>
        <w:t>Vedoucí prací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BB7BB7" w:rsidRPr="0015782D" w14:paraId="0970DE81" w14:textId="77777777" w:rsidTr="001C36F9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71A1F" w14:textId="77777777" w:rsidR="00BB7BB7" w:rsidRPr="00EF7E21" w:rsidRDefault="00BB7BB7" w:rsidP="001C36F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1E1D0" w14:textId="77777777" w:rsidR="00BB7BB7" w:rsidRPr="00BA1C49" w:rsidRDefault="00BB7BB7" w:rsidP="001C36F9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BA1C49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7535C5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BA1C49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BB7BB7" w:rsidRPr="0015782D" w14:paraId="5D7CCF6E" w14:textId="77777777" w:rsidTr="001C36F9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4AABE" w14:textId="77777777" w:rsidR="00BB7BB7" w:rsidRPr="00EF7E21" w:rsidRDefault="00BB7BB7" w:rsidP="001C36F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lastRenderedPageBreak/>
              <w:t>Adresa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7177D" w14:textId="77777777" w:rsidR="00BB7BB7" w:rsidRPr="00BA1C49" w:rsidRDefault="00BB7BB7" w:rsidP="001C36F9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BA1C49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7535C5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BA1C49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BB7BB7" w:rsidRPr="0015782D" w14:paraId="257EB40A" w14:textId="77777777" w:rsidTr="001C36F9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E9192" w14:textId="77777777" w:rsidR="00BB7BB7" w:rsidRPr="00EF7E21" w:rsidRDefault="00BB7BB7" w:rsidP="001C36F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34303" w14:textId="77777777" w:rsidR="00BB7BB7" w:rsidRPr="00BA1C49" w:rsidRDefault="00BB7BB7" w:rsidP="001C36F9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BA1C49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7535C5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BA1C49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BB7BB7" w:rsidRPr="0015782D" w14:paraId="0BF9BAD9" w14:textId="77777777" w:rsidTr="001C36F9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DB755" w14:textId="77777777" w:rsidR="00BB7BB7" w:rsidRPr="00EF7E21" w:rsidRDefault="00BB7BB7" w:rsidP="001C36F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EE73C" w14:textId="77777777" w:rsidR="00BB7BB7" w:rsidRPr="00BA1C49" w:rsidRDefault="00BB7BB7" w:rsidP="001C36F9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BA1C49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7535C5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BA1C49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</w:tbl>
    <w:p w14:paraId="215E64BE" w14:textId="77777777" w:rsidR="00BB7BB7" w:rsidRDefault="00BB7BB7" w:rsidP="002C063B">
      <w:pPr>
        <w:pStyle w:val="Odstbez"/>
      </w:pPr>
    </w:p>
    <w:p w14:paraId="0E465BBD" w14:textId="7FABD13A" w:rsidR="00BB7BB7" w:rsidRDefault="00BB7BB7" w:rsidP="002C063B">
      <w:pPr>
        <w:pStyle w:val="Odstbez"/>
      </w:pPr>
      <w:r>
        <w:t>Zástupce vedoucího prací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BB7BB7" w:rsidRPr="0015782D" w14:paraId="2F9259A4" w14:textId="77777777" w:rsidTr="001C36F9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AABCB" w14:textId="77777777" w:rsidR="00BB7BB7" w:rsidRPr="00EF7E21" w:rsidRDefault="00BB7BB7" w:rsidP="001C36F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D55D3" w14:textId="77777777" w:rsidR="00BB7BB7" w:rsidRPr="00BA1C49" w:rsidRDefault="00BB7BB7" w:rsidP="001C36F9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BA1C49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7535C5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BA1C49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BB7BB7" w:rsidRPr="0015782D" w14:paraId="4B660B77" w14:textId="77777777" w:rsidTr="001C36F9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5C830" w14:textId="77777777" w:rsidR="00BB7BB7" w:rsidRPr="00EF7E21" w:rsidRDefault="00BB7BB7" w:rsidP="001C36F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Adresa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DAA96" w14:textId="77777777" w:rsidR="00BB7BB7" w:rsidRPr="00BA1C49" w:rsidRDefault="00BB7BB7" w:rsidP="001C36F9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BA1C49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7535C5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BA1C49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BB7BB7" w:rsidRPr="0015782D" w14:paraId="1673A5DD" w14:textId="77777777" w:rsidTr="001C36F9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2BF4E" w14:textId="77777777" w:rsidR="00BB7BB7" w:rsidRPr="00EF7E21" w:rsidRDefault="00BB7BB7" w:rsidP="001C36F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1DC77" w14:textId="77777777" w:rsidR="00BB7BB7" w:rsidRPr="00BA1C49" w:rsidRDefault="00BB7BB7" w:rsidP="001C36F9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BA1C49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7535C5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BA1C49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BB7BB7" w:rsidRPr="0015782D" w14:paraId="1A58703A" w14:textId="77777777" w:rsidTr="001C36F9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EC096" w14:textId="77777777" w:rsidR="00BB7BB7" w:rsidRPr="00EF7E21" w:rsidRDefault="00BB7BB7" w:rsidP="001C36F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F2843" w14:textId="77777777" w:rsidR="00BB7BB7" w:rsidRPr="00BA1C49" w:rsidRDefault="00BB7BB7" w:rsidP="001C36F9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BA1C49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7535C5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BA1C49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</w:tbl>
    <w:p w14:paraId="0810A332" w14:textId="77777777" w:rsidR="00BB7BB7" w:rsidRDefault="00BB7BB7" w:rsidP="002C063B">
      <w:pPr>
        <w:pStyle w:val="Odstbez"/>
      </w:pPr>
    </w:p>
    <w:p w14:paraId="7C811CDC" w14:textId="77777777" w:rsidR="00BB7BB7" w:rsidRDefault="00BB7BB7" w:rsidP="002C063B">
      <w:pPr>
        <w:pStyle w:val="Odstbez"/>
      </w:pPr>
    </w:p>
    <w:p w14:paraId="41741EAA" w14:textId="4B22436A" w:rsidR="0015782D" w:rsidRDefault="0015782D" w:rsidP="00BA1C49">
      <w:pPr>
        <w:pStyle w:val="Odstbez"/>
        <w:ind w:left="0"/>
      </w:pPr>
      <w:r>
        <w:t xml:space="preserve"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</w:t>
      </w:r>
      <w:r w:rsidRPr="002C063B">
        <w:t>charakteru</w:t>
      </w:r>
      <w:r>
        <w:t>.</w:t>
      </w:r>
    </w:p>
    <w:p w14:paraId="4C451FB3" w14:textId="1C63238F" w:rsidR="009F392E" w:rsidRPr="0015782D" w:rsidRDefault="0015782D" w:rsidP="002C063B">
      <w:r>
        <w:t xml:space="preserve">Osoby oprávněné jednat ve věcech technických </w:t>
      </w:r>
      <w:r w:rsidR="00BB7BB7">
        <w:t xml:space="preserve">a členové realizačního týmu </w:t>
      </w:r>
      <w:r>
        <w:t xml:space="preserve">jsou </w:t>
      </w:r>
      <w:r w:rsidR="00BB7BB7">
        <w:t xml:space="preserve">oprávněni </w:t>
      </w:r>
      <w:r>
        <w:t xml:space="preserve">v rámci dílčích smluv vést s druhou stranou jednání technického charakteru. Dále jsou </w:t>
      </w:r>
      <w:r w:rsidR="00BB7BB7">
        <w:t xml:space="preserve">oprávněni </w:t>
      </w:r>
      <w:r>
        <w:t xml:space="preserve">provádět činnosti a úkony, o nichž to stanoví </w:t>
      </w:r>
      <w:r w:rsidR="00BB7BB7">
        <w:t xml:space="preserve">Rámcová dohoda, </w:t>
      </w:r>
      <w:r>
        <w:t>dílčí smlouva nebo Obchodní podmínky.</w:t>
      </w:r>
    </w:p>
    <w:sectPr w:rsidR="009F392E" w:rsidRPr="0015782D" w:rsidSect="00EF7E2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4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7E167" w14:textId="77777777" w:rsidR="0015782D" w:rsidRDefault="0015782D" w:rsidP="00962258">
      <w:pPr>
        <w:spacing w:after="0" w:line="240" w:lineRule="auto"/>
      </w:pPr>
      <w:r>
        <w:separator/>
      </w:r>
    </w:p>
  </w:endnote>
  <w:endnote w:type="continuationSeparator" w:id="0">
    <w:p w14:paraId="085EF98C" w14:textId="77777777" w:rsidR="0015782D" w:rsidRDefault="0015782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6EA209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F8713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BFA1A94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64DA549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6EC00DF" w14:textId="77777777" w:rsidR="00F1715C" w:rsidRDefault="00F1715C" w:rsidP="00D831A3">
          <w:pPr>
            <w:pStyle w:val="Zpat"/>
          </w:pPr>
        </w:p>
      </w:tc>
    </w:tr>
  </w:tbl>
  <w:p w14:paraId="1EF0EF7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DA776B2" wp14:editId="2C81614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AB6AE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7DE018" wp14:editId="4A0AE9D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2654D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5F44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D324A8" w14:textId="77777777" w:rsidR="00F1715C" w:rsidRPr="00B8518B" w:rsidRDefault="00F1715C" w:rsidP="0015782D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20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20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D320CB5" w14:textId="77777777" w:rsidR="00F1715C" w:rsidRDefault="00F1715C" w:rsidP="0015782D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41E6720" w14:textId="77777777" w:rsidR="00F1715C" w:rsidRDefault="00F1715C" w:rsidP="0015782D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7D671BA0" w14:textId="77777777" w:rsidR="00F1715C" w:rsidRDefault="00F1715C" w:rsidP="0015782D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779BC3A1" w14:textId="77777777" w:rsidR="00F1715C" w:rsidRDefault="00F1715C" w:rsidP="0015782D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DACF718" w14:textId="5B098CCF" w:rsidR="00F1715C" w:rsidRDefault="00F1715C" w:rsidP="0015782D">
          <w:pPr>
            <w:pStyle w:val="Zpat"/>
            <w:spacing w:before="0"/>
            <w:jc w:val="left"/>
          </w:pPr>
          <w:r>
            <w:t>www.s</w:t>
          </w:r>
          <w:r w:rsidR="0015782D">
            <w:t>pravazeleznic</w:t>
          </w:r>
          <w:r>
            <w:t>.cz</w:t>
          </w:r>
        </w:p>
      </w:tc>
      <w:tc>
        <w:tcPr>
          <w:tcW w:w="2921" w:type="dxa"/>
        </w:tcPr>
        <w:p w14:paraId="5F901415" w14:textId="77777777" w:rsidR="00F1715C" w:rsidRDefault="00F1715C" w:rsidP="0015782D">
          <w:pPr>
            <w:pStyle w:val="Zpat"/>
            <w:spacing w:before="0"/>
          </w:pPr>
        </w:p>
      </w:tc>
    </w:tr>
  </w:tbl>
  <w:p w14:paraId="22D7425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B02533C" wp14:editId="0340029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C02C6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9B0DE08" wp14:editId="2142BE1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0BB6E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18527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5F1A7" w14:textId="77777777" w:rsidR="0015782D" w:rsidRDefault="0015782D" w:rsidP="00962258">
      <w:pPr>
        <w:spacing w:after="0" w:line="240" w:lineRule="auto"/>
      </w:pPr>
      <w:r>
        <w:separator/>
      </w:r>
    </w:p>
  </w:footnote>
  <w:footnote w:type="continuationSeparator" w:id="0">
    <w:p w14:paraId="0F6FB00C" w14:textId="77777777" w:rsidR="0015782D" w:rsidRDefault="0015782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14F2A" w14:textId="77777777" w:rsidR="001968C3" w:rsidRDefault="001968C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C9C5D3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0116F1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67DF0703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721CF97E" w14:textId="77777777" w:rsidR="00F1715C" w:rsidRPr="00D6163D" w:rsidRDefault="00F1715C" w:rsidP="00D6163D">
          <w:pPr>
            <w:pStyle w:val="Druhdokumentu"/>
          </w:pPr>
        </w:p>
      </w:tc>
    </w:tr>
  </w:tbl>
  <w:p w14:paraId="75B01BE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AE76A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9F141B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7730C15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3A34C2F" w14:textId="77777777" w:rsidR="00F1715C" w:rsidRPr="00D6163D" w:rsidRDefault="00F1715C" w:rsidP="00FC6389">
          <w:pPr>
            <w:pStyle w:val="Druhdokumentu"/>
          </w:pPr>
        </w:p>
      </w:tc>
    </w:tr>
    <w:tr w:rsidR="009F392E" w14:paraId="34D67243" w14:textId="77777777" w:rsidTr="0015782D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520A94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7AEBDB94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553A464" w14:textId="77777777" w:rsidR="009F392E" w:rsidRPr="00D6163D" w:rsidRDefault="009F392E" w:rsidP="00FC6389">
          <w:pPr>
            <w:pStyle w:val="Druhdokumentu"/>
          </w:pPr>
        </w:p>
      </w:tc>
    </w:tr>
  </w:tbl>
  <w:p w14:paraId="21EA375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FBA818E" wp14:editId="5108D5E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739861825" name="Obrázek 17398618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5953D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dstrike w:val="0"/>
        <w:sz w:val="22"/>
        <w:u w:val="none"/>
        <w:effect w:val="none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27E1919"/>
    <w:multiLevelType w:val="multilevel"/>
    <w:tmpl w:val="890AA694"/>
    <w:lvl w:ilvl="0">
      <w:start w:val="1"/>
      <w:numFmt w:val="decimal"/>
      <w:pStyle w:val="1l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599022803">
    <w:abstractNumId w:val="2"/>
  </w:num>
  <w:num w:numId="2" w16cid:durableId="1763456921">
    <w:abstractNumId w:val="1"/>
  </w:num>
  <w:num w:numId="3" w16cid:durableId="13179541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8813716">
    <w:abstractNumId w:val="8"/>
  </w:num>
  <w:num w:numId="5" w16cid:durableId="1173910481">
    <w:abstractNumId w:val="3"/>
  </w:num>
  <w:num w:numId="6" w16cid:durableId="1235358874">
    <w:abstractNumId w:val="4"/>
  </w:num>
  <w:num w:numId="7" w16cid:durableId="1778477980">
    <w:abstractNumId w:val="0"/>
  </w:num>
  <w:num w:numId="8" w16cid:durableId="413939869">
    <w:abstractNumId w:val="5"/>
  </w:num>
  <w:num w:numId="9" w16cid:durableId="18093229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4276839">
    <w:abstractNumId w:val="4"/>
  </w:num>
  <w:num w:numId="11" w16cid:durableId="622157509">
    <w:abstractNumId w:val="1"/>
  </w:num>
  <w:num w:numId="12" w16cid:durableId="16533">
    <w:abstractNumId w:val="4"/>
  </w:num>
  <w:num w:numId="13" w16cid:durableId="1287152541">
    <w:abstractNumId w:val="4"/>
  </w:num>
  <w:num w:numId="14" w16cid:durableId="1438215407">
    <w:abstractNumId w:val="4"/>
  </w:num>
  <w:num w:numId="15" w16cid:durableId="557056771">
    <w:abstractNumId w:val="4"/>
  </w:num>
  <w:num w:numId="16" w16cid:durableId="1559630982">
    <w:abstractNumId w:val="10"/>
  </w:num>
  <w:num w:numId="17" w16cid:durableId="1600797689">
    <w:abstractNumId w:val="2"/>
  </w:num>
  <w:num w:numId="18" w16cid:durableId="1171486437">
    <w:abstractNumId w:val="10"/>
  </w:num>
  <w:num w:numId="19" w16cid:durableId="884878719">
    <w:abstractNumId w:val="10"/>
  </w:num>
  <w:num w:numId="20" w16cid:durableId="1648440422">
    <w:abstractNumId w:val="10"/>
  </w:num>
  <w:num w:numId="21" w16cid:durableId="1905985027">
    <w:abstractNumId w:val="10"/>
  </w:num>
  <w:num w:numId="22" w16cid:durableId="1167556480">
    <w:abstractNumId w:val="4"/>
  </w:num>
  <w:num w:numId="23" w16cid:durableId="667295939">
    <w:abstractNumId w:val="1"/>
  </w:num>
  <w:num w:numId="24" w16cid:durableId="1813862659">
    <w:abstractNumId w:val="4"/>
  </w:num>
  <w:num w:numId="25" w16cid:durableId="233055811">
    <w:abstractNumId w:val="4"/>
  </w:num>
  <w:num w:numId="26" w16cid:durableId="1690059990">
    <w:abstractNumId w:val="4"/>
  </w:num>
  <w:num w:numId="27" w16cid:durableId="953483469">
    <w:abstractNumId w:val="4"/>
  </w:num>
  <w:num w:numId="28" w16cid:durableId="315185911">
    <w:abstractNumId w:val="10"/>
  </w:num>
  <w:num w:numId="29" w16cid:durableId="560480080">
    <w:abstractNumId w:val="2"/>
  </w:num>
  <w:num w:numId="30" w16cid:durableId="24717431">
    <w:abstractNumId w:val="10"/>
  </w:num>
  <w:num w:numId="31" w16cid:durableId="1407342063">
    <w:abstractNumId w:val="10"/>
  </w:num>
  <w:num w:numId="32" w16cid:durableId="489294919">
    <w:abstractNumId w:val="10"/>
  </w:num>
  <w:num w:numId="33" w16cid:durableId="1473713807">
    <w:abstractNumId w:val="10"/>
  </w:num>
  <w:num w:numId="34" w16cid:durableId="2184453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59606615">
    <w:abstractNumId w:val="9"/>
  </w:num>
  <w:num w:numId="36" w16cid:durableId="12876175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82D"/>
    <w:rsid w:val="00072C1E"/>
    <w:rsid w:val="000E23A7"/>
    <w:rsid w:val="0010369D"/>
    <w:rsid w:val="0010693F"/>
    <w:rsid w:val="00114472"/>
    <w:rsid w:val="001550BC"/>
    <w:rsid w:val="0015782D"/>
    <w:rsid w:val="001605B9"/>
    <w:rsid w:val="00170EC5"/>
    <w:rsid w:val="001747C1"/>
    <w:rsid w:val="00184743"/>
    <w:rsid w:val="001968C3"/>
    <w:rsid w:val="001F44F7"/>
    <w:rsid w:val="00207DF5"/>
    <w:rsid w:val="00280E07"/>
    <w:rsid w:val="002C063B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15A"/>
    <w:rsid w:val="005736B7"/>
    <w:rsid w:val="00575E5A"/>
    <w:rsid w:val="005F1404"/>
    <w:rsid w:val="0061068E"/>
    <w:rsid w:val="00660AD3"/>
    <w:rsid w:val="00677B7F"/>
    <w:rsid w:val="006937DA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535C5"/>
    <w:rsid w:val="0076286B"/>
    <w:rsid w:val="00766846"/>
    <w:rsid w:val="0077673A"/>
    <w:rsid w:val="007846E1"/>
    <w:rsid w:val="007B570C"/>
    <w:rsid w:val="007C589B"/>
    <w:rsid w:val="007E4A6E"/>
    <w:rsid w:val="007E62E7"/>
    <w:rsid w:val="007E65B5"/>
    <w:rsid w:val="007F56A7"/>
    <w:rsid w:val="00807DD0"/>
    <w:rsid w:val="008659F3"/>
    <w:rsid w:val="00886D4B"/>
    <w:rsid w:val="00895406"/>
    <w:rsid w:val="008A3568"/>
    <w:rsid w:val="008D03B9"/>
    <w:rsid w:val="008F18D6"/>
    <w:rsid w:val="008F3C04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A1C49"/>
    <w:rsid w:val="00BB7BB7"/>
    <w:rsid w:val="00BC47E0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A6FBC"/>
    <w:rsid w:val="00DC75F3"/>
    <w:rsid w:val="00DD46F3"/>
    <w:rsid w:val="00DE56F2"/>
    <w:rsid w:val="00DF116D"/>
    <w:rsid w:val="00E36C4A"/>
    <w:rsid w:val="00EB104F"/>
    <w:rsid w:val="00ED14BD"/>
    <w:rsid w:val="00EF7E21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021"/>
    <w:rsid w:val="00F86BA6"/>
    <w:rsid w:val="00FC6389"/>
    <w:rsid w:val="00FE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5D5A0"/>
  <w14:defaultImageDpi w14:val="32767"/>
  <w15:docId w15:val="{97903873-16BE-47CB-8345-71CC9CE67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782D"/>
    <w:pPr>
      <w:spacing w:before="120" w:after="120"/>
      <w:jc w:val="both"/>
    </w:pPr>
    <w:rPr>
      <w:rFonts w:ascii="Verdana" w:eastAsia="Calibri" w:hAnsi="Verdana" w:cs="Times New Roman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RLTextlnkuslovanChar">
    <w:name w:val="RL Text článku číslovaný Char"/>
    <w:link w:val="RLTextlnkuslovan"/>
    <w:locked/>
    <w:rsid w:val="0015782D"/>
    <w:rPr>
      <w:rFonts w:ascii="Calibri" w:eastAsia="Times New Roman" w:hAnsi="Calibri" w:cs="Calibri"/>
      <w:lang w:eastAsia="cs-CZ"/>
    </w:rPr>
  </w:style>
  <w:style w:type="paragraph" w:customStyle="1" w:styleId="RLTextlnkuslovan">
    <w:name w:val="RL Text článku číslovaný"/>
    <w:basedOn w:val="Normln"/>
    <w:link w:val="RLTextlnkuslovanChar"/>
    <w:rsid w:val="0015782D"/>
    <w:pPr>
      <w:numPr>
        <w:ilvl w:val="1"/>
        <w:numId w:val="34"/>
      </w:numPr>
      <w:spacing w:line="280" w:lineRule="exact"/>
    </w:pPr>
    <w:rPr>
      <w:rFonts w:ascii="Calibri" w:eastAsia="Times New Roman" w:hAnsi="Calibri" w:cs="Calibri"/>
      <w:szCs w:val="18"/>
      <w:lang w:eastAsia="cs-CZ"/>
    </w:rPr>
  </w:style>
  <w:style w:type="paragraph" w:customStyle="1" w:styleId="RLlneksmlouvy">
    <w:name w:val="RL Článek smlouvy"/>
    <w:basedOn w:val="Normln"/>
    <w:next w:val="RLTextlnkuslovan"/>
    <w:rsid w:val="0015782D"/>
    <w:pPr>
      <w:keepNext/>
      <w:numPr>
        <w:numId w:val="34"/>
      </w:numPr>
      <w:suppressAutoHyphens/>
      <w:spacing w:before="360" w:line="280" w:lineRule="exact"/>
      <w:outlineLvl w:val="0"/>
    </w:pPr>
    <w:rPr>
      <w:rFonts w:eastAsia="Times New Roman" w:cs="Calibri"/>
      <w:b/>
      <w:bCs/>
      <w:sz w:val="22"/>
    </w:rPr>
  </w:style>
  <w:style w:type="paragraph" w:customStyle="1" w:styleId="Pododstavecsmlouvy">
    <w:name w:val="Pododstavec smlouvy"/>
    <w:basedOn w:val="RLTextlnkuslovan"/>
    <w:qFormat/>
    <w:rsid w:val="0015782D"/>
    <w:pPr>
      <w:numPr>
        <w:ilvl w:val="2"/>
      </w:numPr>
      <w:tabs>
        <w:tab w:val="num" w:pos="360"/>
        <w:tab w:val="num" w:pos="1800"/>
        <w:tab w:val="num" w:pos="1843"/>
      </w:tabs>
      <w:ind w:left="1800" w:hanging="180"/>
    </w:pPr>
    <w:rPr>
      <w:lang w:eastAsia="en-US"/>
    </w:rPr>
  </w:style>
  <w:style w:type="paragraph" w:customStyle="1" w:styleId="Nadpis">
    <w:name w:val="Nadpis"/>
    <w:basedOn w:val="Normln"/>
    <w:link w:val="NadpisChar"/>
    <w:qFormat/>
    <w:rsid w:val="0015782D"/>
    <w:pPr>
      <w:jc w:val="center"/>
    </w:pPr>
    <w:rPr>
      <w:rFonts w:cstheme="minorHAnsi"/>
      <w:b/>
      <w:sz w:val="24"/>
    </w:rPr>
  </w:style>
  <w:style w:type="character" w:customStyle="1" w:styleId="NadpisChar">
    <w:name w:val="Nadpis Char"/>
    <w:basedOn w:val="Standardnpsmoodstavce"/>
    <w:link w:val="Nadpis"/>
    <w:rsid w:val="0015782D"/>
    <w:rPr>
      <w:rFonts w:ascii="Verdana" w:eastAsia="Calibri" w:hAnsi="Verdana" w:cstheme="minorHAnsi"/>
      <w:b/>
      <w:sz w:val="24"/>
      <w:szCs w:val="22"/>
    </w:rPr>
  </w:style>
  <w:style w:type="paragraph" w:customStyle="1" w:styleId="1l">
    <w:name w:val="1. čl."/>
    <w:basedOn w:val="Normln"/>
    <w:link w:val="1lChar"/>
    <w:qFormat/>
    <w:rsid w:val="0015782D"/>
    <w:pPr>
      <w:numPr>
        <w:numId w:val="35"/>
      </w:numPr>
    </w:pPr>
  </w:style>
  <w:style w:type="character" w:customStyle="1" w:styleId="1lChar">
    <w:name w:val="1. čl. Char"/>
    <w:basedOn w:val="Standardnpsmoodstavce"/>
    <w:link w:val="1l"/>
    <w:rsid w:val="0015782D"/>
    <w:rPr>
      <w:rFonts w:ascii="Verdana" w:eastAsia="Calibri" w:hAnsi="Verdana" w:cs="Times New Roman"/>
      <w:szCs w:val="22"/>
    </w:rPr>
  </w:style>
  <w:style w:type="paragraph" w:customStyle="1" w:styleId="Odstbez">
    <w:name w:val="Odst. bez č."/>
    <w:basedOn w:val="Normln"/>
    <w:link w:val="OdstbezChar"/>
    <w:qFormat/>
    <w:rsid w:val="0015782D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15782D"/>
    <w:rPr>
      <w:rFonts w:ascii="Verdana" w:eastAsia="Calibri" w:hAnsi="Verdana" w:cstheme="minorHAnsi"/>
      <w:szCs w:val="22"/>
    </w:rPr>
  </w:style>
  <w:style w:type="paragraph" w:styleId="Revize">
    <w:name w:val="Revision"/>
    <w:hidden/>
    <w:uiPriority w:val="99"/>
    <w:semiHidden/>
    <w:rsid w:val="0015782D"/>
    <w:pPr>
      <w:spacing w:after="0" w:line="240" w:lineRule="auto"/>
    </w:pPr>
    <w:rPr>
      <w:rFonts w:ascii="Verdana" w:eastAsia="Calibri" w:hAnsi="Verdana"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ddMTZ\Z%20P&#367;lp&#225;n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a9dc85fa-4edf-4ab5-82c4-748dd85baac0">
      <Terms xmlns="http://schemas.microsoft.com/office/infopath/2007/PartnerControls"/>
    </lcf76f155ced4ddcb4097134ff3c332f>
    <TaxCatchAll xmlns="67976b88-9666-424f-86f6-7bc34abc2c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8A5C2E147FAC48BB12F68720FCC304" ma:contentTypeVersion="11" ma:contentTypeDescription="Vytvoří nový dokument" ma:contentTypeScope="" ma:versionID="9a980d99aececd58093a9d5ca45954f6">
  <xsd:schema xmlns:xsd="http://www.w3.org/2001/XMLSchema" xmlns:xs="http://www.w3.org/2001/XMLSchema" xmlns:p="http://schemas.microsoft.com/office/2006/metadata/properties" xmlns:ns2="a9dc85fa-4edf-4ab5-82c4-748dd85baac0" xmlns:ns3="67976b88-9666-424f-86f6-7bc34abc2cf9" targetNamespace="http://schemas.microsoft.com/office/2006/metadata/properties" ma:root="true" ma:fieldsID="c3580899ef30902e3adbbeb7e5121747" ns2:_="" ns3:_="">
    <xsd:import namespace="a9dc85fa-4edf-4ab5-82c4-748dd85baac0"/>
    <xsd:import namespace="67976b88-9666-424f-86f6-7bc34abc2c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c85fa-4edf-4ab5-82c4-748dd85ba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76b88-9666-424f-86f6-7bc34abc2cf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2d9f6e3-36b1-41cc-a1da-506e957e3742}" ma:internalName="TaxCatchAll" ma:showField="CatchAllData" ma:web="67976b88-9666-424f-86f6-7bc34abc2c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2006/documentManagement/types"/>
    <ds:schemaRef ds:uri="24bd7335-73fa-4289-ac41-e1198b3533d9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a9dc85fa-4edf-4ab5-82c4-748dd85baac0"/>
    <ds:schemaRef ds:uri="67976b88-9666-424f-86f6-7bc34abc2cf9"/>
  </ds:schemaRefs>
</ds:datastoreItem>
</file>

<file path=customXml/itemProps2.xml><?xml version="1.0" encoding="utf-8"?>
<ds:datastoreItem xmlns:ds="http://schemas.openxmlformats.org/officeDocument/2006/customXml" ds:itemID="{49891CD1-EE77-414D-885D-124E603178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dc85fa-4edf-4ab5-82c4-748dd85baac0"/>
    <ds:schemaRef ds:uri="67976b88-9666-424f-86f6-7bc34abc2c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CFF7EC-7ACA-400B-B44D-66E592D8AE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2</Pages>
  <Words>339</Words>
  <Characters>2003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Půlpán Jiří</dc:creator>
  <cp:keywords/>
  <dc:description/>
  <cp:lastModifiedBy>Vlčková Anna</cp:lastModifiedBy>
  <cp:revision>9</cp:revision>
  <cp:lastPrinted>2017-11-28T17:18:00Z</cp:lastPrinted>
  <dcterms:created xsi:type="dcterms:W3CDTF">2025-07-30T07:21:00Z</dcterms:created>
  <dcterms:modified xsi:type="dcterms:W3CDTF">2025-10-07T13:05:00Z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0x010100A78A5C2E147FAC48BB12F68720FCC304</vt:lpwstr>
  </property>
  <property fmtid="{D5CDD505-2E9C-101B-9397-08002B2CF9AE}" pid="3" name="URL">
    <vt:lpwstr/>
  </property>
</Properties>
</file>